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8D4E75">
      <w:pPr>
        <w:pStyle w:val="Title"/>
        <w:jc w:val="right"/>
      </w:pPr>
      <w:r>
        <w:fldChar w:fldCharType="begin"/>
      </w:r>
      <w:r>
        <w:instrText xml:space="preserve">title  \* Mergeformat </w:instrText>
      </w:r>
      <w:r>
        <w:fldChar w:fldCharType="separate"/>
      </w:r>
      <w:r w:rsidR="004D3A04">
        <w:t xml:space="preserve">Use Case Specification: </w:t>
      </w:r>
      <w:r>
        <w:fldChar w:fldCharType="end"/>
      </w:r>
      <w:r w:rsidR="00976FF3">
        <w:t>Query for Advising</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 w:rsidR="0030261C" w:rsidRDefault="0030261C">
      <w:pPr>
        <w:pStyle w:val="BodyText"/>
      </w:pPr>
    </w:p>
    <w:p w:rsidR="0030261C" w:rsidRDefault="0030261C">
      <w:pPr>
        <w:pStyle w:val="BodyText"/>
      </w:pPr>
    </w:p>
    <w:p w:rsidR="0030261C" w:rsidRDefault="0030261C">
      <w:pPr>
        <w:sectPr w:rsidR="0030261C">
          <w:headerReference w:type="default" r:id="rId7"/>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pPr>
              <w:pStyle w:val="Tabletext"/>
            </w:pPr>
            <w:r>
              <w:t>19/Oct/16</w:t>
            </w:r>
          </w:p>
        </w:tc>
        <w:tc>
          <w:tcPr>
            <w:tcW w:w="1152" w:type="dxa"/>
          </w:tcPr>
          <w:p w:rsidR="0030261C" w:rsidRDefault="004D3A04">
            <w:pPr>
              <w:pStyle w:val="Tabletext"/>
            </w:pPr>
            <w:r>
              <w:t>1.0</w:t>
            </w:r>
          </w:p>
        </w:tc>
        <w:tc>
          <w:tcPr>
            <w:tcW w:w="3744" w:type="dxa"/>
          </w:tcPr>
          <w:p w:rsidR="0030261C" w:rsidRDefault="00E66DB6">
            <w:pPr>
              <w:pStyle w:val="Tabletext"/>
            </w:pPr>
            <w:r>
              <w:t>First 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r w:rsidR="008D4E75">
        <w:lastRenderedPageBreak/>
        <w:fldChar w:fldCharType="begin"/>
      </w:r>
      <w:r w:rsidR="008D4E75">
        <w:instrText xml:space="preserve">title  \* Mergeformat </w:instrText>
      </w:r>
      <w:r w:rsidR="008D4E75">
        <w:fldChar w:fldCharType="separate"/>
      </w:r>
      <w:r w:rsidR="00CA0558">
        <w:t xml:space="preserve">Use Case Specification: </w:t>
      </w:r>
      <w:r w:rsidR="008D4E75">
        <w:fldChar w:fldCharType="end"/>
      </w:r>
      <w:bookmarkStart w:id="0" w:name="_Toc423410237"/>
      <w:bookmarkStart w:id="1" w:name="_Toc425054503"/>
      <w:r w:rsidR="002415DA">
        <w:t>Query for Advising</w:t>
      </w:r>
      <w:r>
        <w:t xml:space="preserve"> </w:t>
      </w:r>
      <w:bookmarkEnd w:id="0"/>
      <w:bookmarkEnd w:id="1"/>
    </w:p>
    <w:p w:rsidR="0030261C" w:rsidRDefault="0030261C">
      <w:pPr>
        <w:pStyle w:val="InfoBlue"/>
      </w:pPr>
    </w:p>
    <w:p w:rsidR="0030261C" w:rsidRDefault="00AE19B8">
      <w:pPr>
        <w:pStyle w:val="Heading1"/>
      </w:pPr>
      <w:bookmarkStart w:id="2" w:name="_Toc494515304"/>
      <w:bookmarkStart w:id="3" w:name="_Toc423410238"/>
      <w:bookmarkStart w:id="4" w:name="_Toc425054504"/>
      <w:r>
        <w:t>Use-Case Name</w:t>
      </w:r>
      <w:bookmarkEnd w:id="2"/>
      <w:r>
        <w:t xml:space="preserve"> </w:t>
      </w:r>
    </w:p>
    <w:p w:rsidR="0008215B" w:rsidRPr="0008215B" w:rsidRDefault="00976FF3" w:rsidP="0008215B">
      <w:pPr>
        <w:ind w:left="720"/>
      </w:pPr>
      <w:r>
        <w:t>Query for Advising</w:t>
      </w:r>
    </w:p>
    <w:p w:rsidR="0030261C" w:rsidRDefault="00AE19B8">
      <w:pPr>
        <w:pStyle w:val="Heading2"/>
      </w:pPr>
      <w:bookmarkStart w:id="5" w:name="_Toc494515305"/>
      <w:r>
        <w:t>Brief Description</w:t>
      </w:r>
      <w:bookmarkEnd w:id="3"/>
      <w:bookmarkEnd w:id="4"/>
      <w:bookmarkEnd w:id="5"/>
    </w:p>
    <w:p w:rsidR="0008215B" w:rsidRPr="0008215B" w:rsidRDefault="00976FF3" w:rsidP="00976FF3">
      <w:pPr>
        <w:ind w:left="720"/>
      </w:pPr>
      <w:r>
        <w:t>The Advisor will run many searches (queries) against the database in order to gain information about not just individual students, but groups of students that participate in the programs offered by the School of Nursing. These searches will be used to generate reports about students, and with these reports advisors will be able to reach out to students who may have decided to not enroll in a particular semester without graduating, or reach out to students that may be on academic probation or failed a course.</w:t>
      </w:r>
    </w:p>
    <w:p w:rsidR="0030261C" w:rsidRDefault="00AE19B8">
      <w:pPr>
        <w:pStyle w:val="Heading1"/>
        <w:widowControl/>
      </w:pPr>
      <w:bookmarkStart w:id="6" w:name="_Toc423410239"/>
      <w:bookmarkStart w:id="7" w:name="_Toc425054505"/>
      <w:bookmarkStart w:id="8" w:name="_Toc494515306"/>
      <w:r>
        <w:t>Flow of Events</w:t>
      </w:r>
      <w:bookmarkEnd w:id="6"/>
      <w:bookmarkEnd w:id="7"/>
      <w:bookmarkEnd w:id="8"/>
    </w:p>
    <w:p w:rsidR="0030261C"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30261C" w:rsidRDefault="00976FF3">
      <w:pPr>
        <w:pStyle w:val="InfoBlue"/>
        <w:rPr>
          <w:i w:val="0"/>
          <w:color w:val="auto"/>
        </w:rPr>
      </w:pPr>
      <w:r>
        <w:rPr>
          <w:i w:val="0"/>
          <w:color w:val="auto"/>
        </w:rPr>
        <w:t>The Advisor will have successfully logged into the system by th</w:t>
      </w:r>
      <w:r w:rsidR="00E66DB6">
        <w:rPr>
          <w:i w:val="0"/>
          <w:color w:val="auto"/>
        </w:rPr>
        <w:t>is point, and select the Queries</w:t>
      </w:r>
      <w:r>
        <w:rPr>
          <w:i w:val="0"/>
          <w:color w:val="auto"/>
        </w:rPr>
        <w:t xml:space="preserve"> tab visible on their home page.</w:t>
      </w:r>
    </w:p>
    <w:p w:rsidR="002415DA" w:rsidRDefault="00E66DB6" w:rsidP="00E66DB6">
      <w:pPr>
        <w:pStyle w:val="BodyText"/>
      </w:pPr>
      <w:r>
        <w:t>Once the Queries</w:t>
      </w:r>
      <w:r w:rsidR="00976FF3">
        <w:t xml:space="preserve"> tab has been selected, the Advisor wi</w:t>
      </w:r>
      <w:r>
        <w:t>ll nee</w:t>
      </w:r>
      <w:r w:rsidR="002415DA">
        <w:t>d to select they type of query they wish to run. When they have selected the Multiple Student Query option, the Advisor will be presented with three drop down boxes.</w:t>
      </w:r>
    </w:p>
    <w:p w:rsidR="00E66DB6" w:rsidRDefault="002415DA" w:rsidP="00E66DB6">
      <w:pPr>
        <w:pStyle w:val="BodyText"/>
      </w:pPr>
      <w:r>
        <w:t>First, they will see the Student Type dropdown box, where</w:t>
      </w:r>
      <w:r w:rsidR="00E66DB6">
        <w:t xml:space="preserve"> they</w:t>
      </w:r>
      <w:r>
        <w:t xml:space="preserve"> can select the type of student </w:t>
      </w:r>
      <w:r w:rsidR="00E66DB6">
        <w:t>(lower division, upper division, graduate student, potential student, and Alumni)</w:t>
      </w:r>
      <w:r>
        <w:t xml:space="preserve"> they wish to search for. The next dropdown box will have </w:t>
      </w:r>
      <w:r w:rsidR="00E66DB6">
        <w:t>the attributes they wish to display (a dropdown box with check boxes next to each attribute the Advisor wishes to display)</w:t>
      </w:r>
      <w:r>
        <w:t xml:space="preserve">. Finally, they will select the semester they wish to search through. </w:t>
      </w:r>
    </w:p>
    <w:p w:rsidR="002415DA" w:rsidRPr="00976FF3" w:rsidRDefault="002415DA" w:rsidP="00E66DB6">
      <w:pPr>
        <w:pStyle w:val="BodyText"/>
      </w:pPr>
      <w:r>
        <w:t>Once all of the attributes have been selected, the Advisor will hit the Submit button to run the query. The results will be disp</w:t>
      </w:r>
      <w:r w:rsidR="0002514F">
        <w:t>layed in the available white space below the selection options.</w:t>
      </w:r>
    </w:p>
    <w:p w:rsidR="0030261C"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30261C" w:rsidRDefault="00E04026">
      <w:pPr>
        <w:pStyle w:val="Heading3"/>
        <w:widowControl/>
      </w:pPr>
      <w:r>
        <w:t>Incomplete Form</w:t>
      </w:r>
    </w:p>
    <w:p w:rsidR="0030261C" w:rsidRDefault="0046257E">
      <w:pPr>
        <w:pStyle w:val="InfoBlue"/>
        <w:rPr>
          <w:i w:val="0"/>
          <w:color w:val="auto"/>
        </w:rPr>
      </w:pPr>
      <w:r>
        <w:rPr>
          <w:i w:val="0"/>
          <w:color w:val="auto"/>
        </w:rPr>
        <w:t>The Advisor will not fill in all three of the required fields and the report will not be generated. Instead of being met with an error, the advisor will be informed what was missing and asked to fill in that part of the form.</w:t>
      </w:r>
    </w:p>
    <w:p w:rsidR="0046257E" w:rsidRPr="0046257E" w:rsidRDefault="0046257E" w:rsidP="0046257E">
      <w:pPr>
        <w:pStyle w:val="BodyText"/>
      </w:pPr>
      <w:r>
        <w:t>Once the missing piece of the form has been filled out, the advisor will be allowed to generate and export the report if they so choose.</w:t>
      </w:r>
    </w:p>
    <w:p w:rsidR="0030261C" w:rsidRDefault="00AE19B8">
      <w:pPr>
        <w:pStyle w:val="Heading1"/>
      </w:pPr>
      <w:bookmarkStart w:id="15" w:name="_Toc423410251"/>
      <w:bookmarkStart w:id="16" w:name="_Toc425054510"/>
      <w:bookmarkStart w:id="17" w:name="_Toc494515311"/>
      <w:r>
        <w:t>Special Requirements</w:t>
      </w:r>
      <w:bookmarkEnd w:id="15"/>
      <w:bookmarkEnd w:id="16"/>
      <w:bookmarkEnd w:id="17"/>
    </w:p>
    <w:p w:rsidR="0030261C" w:rsidRDefault="00CE412B">
      <w:pPr>
        <w:pStyle w:val="Heading2"/>
        <w:widowControl/>
      </w:pPr>
      <w:r>
        <w:t>Connectivity</w:t>
      </w:r>
    </w:p>
    <w:p w:rsidR="0030261C" w:rsidRDefault="0046257E" w:rsidP="0046257E">
      <w:pPr>
        <w:pStyle w:val="BodyText"/>
      </w:pPr>
      <w:r>
        <w:t>Must be connected to School of Nursing network or connected through virtual Lab.</w:t>
      </w:r>
    </w:p>
    <w:p w:rsidR="0030261C" w:rsidRDefault="00AE19B8" w:rsidP="007A0ED4">
      <w:pPr>
        <w:pStyle w:val="Heading1"/>
        <w:widowControl/>
      </w:pPr>
      <w:bookmarkStart w:id="18" w:name="_Toc423410253"/>
      <w:bookmarkStart w:id="19" w:name="_Toc425054512"/>
      <w:bookmarkStart w:id="20" w:name="_Toc494515313"/>
      <w:r>
        <w:t>Pre-conditions</w:t>
      </w:r>
      <w:bookmarkEnd w:id="18"/>
      <w:bookmarkEnd w:id="19"/>
      <w:bookmarkEnd w:id="20"/>
    </w:p>
    <w:p w:rsidR="0046257E" w:rsidRDefault="00CE412B" w:rsidP="00CE412B">
      <w:pPr>
        <w:pStyle w:val="Heading2"/>
        <w:widowControl/>
      </w:pPr>
      <w:r>
        <w:t>Logged In</w:t>
      </w:r>
    </w:p>
    <w:p w:rsidR="0046257E" w:rsidRPr="0046257E" w:rsidRDefault="0046257E" w:rsidP="0046257E">
      <w:pPr>
        <w:ind w:firstLine="720"/>
      </w:pPr>
      <w:r>
        <w:t>The Advisor must be successfully logged into the system.</w:t>
      </w:r>
    </w:p>
    <w:p w:rsidR="0030261C" w:rsidRDefault="00AE19B8" w:rsidP="007A0ED4">
      <w:pPr>
        <w:pStyle w:val="Heading1"/>
        <w:widowControl/>
      </w:pPr>
      <w:bookmarkStart w:id="21" w:name="_Toc423410255"/>
      <w:bookmarkStart w:id="22" w:name="_Toc425054514"/>
      <w:bookmarkStart w:id="23" w:name="_Toc494515315"/>
      <w:r>
        <w:lastRenderedPageBreak/>
        <w:t>Post-conditions</w:t>
      </w:r>
      <w:bookmarkEnd w:id="21"/>
      <w:bookmarkEnd w:id="22"/>
      <w:bookmarkEnd w:id="23"/>
    </w:p>
    <w:p w:rsidR="00CA0558" w:rsidRDefault="001456D5" w:rsidP="007A0ED4">
      <w:pPr>
        <w:pStyle w:val="Heading2"/>
        <w:widowControl/>
      </w:pPr>
      <w:r>
        <w:t>Completed Query</w:t>
      </w:r>
    </w:p>
    <w:p w:rsidR="001456D5" w:rsidRDefault="001456D5" w:rsidP="001456D5">
      <w:pPr>
        <w:ind w:left="720"/>
      </w:pPr>
      <w:bookmarkStart w:id="24" w:name="_Toc494515317"/>
      <w:r>
        <w:t>The Committee Member will have generated the results of a query they selected. These results will be displayed on the web page for the Committee Member to review.</w:t>
      </w:r>
    </w:p>
    <w:p w:rsidR="00741161" w:rsidRDefault="00741161" w:rsidP="00741161">
      <w:pPr>
        <w:pStyle w:val="Heading1"/>
      </w:pPr>
      <w:r>
        <w:t>Extension Points</w:t>
      </w:r>
      <w:bookmarkEnd w:id="24"/>
    </w:p>
    <w:p w:rsidR="00741161" w:rsidRDefault="0002514F" w:rsidP="00741161">
      <w:pPr>
        <w:pStyle w:val="Heading2"/>
      </w:pPr>
      <w:r>
        <w:t>Missing</w:t>
      </w:r>
      <w:bookmarkStart w:id="25" w:name="_GoBack"/>
      <w:bookmarkEnd w:id="25"/>
      <w:r w:rsidR="00741161">
        <w:t xml:space="preserve"> Input</w:t>
      </w:r>
    </w:p>
    <w:p w:rsidR="00E66DB6" w:rsidRPr="0057400A" w:rsidRDefault="00E66DB6" w:rsidP="00E66DB6">
      <w:pPr>
        <w:pStyle w:val="InfoBlue"/>
        <w:rPr>
          <w:i w:val="0"/>
          <w:color w:val="auto"/>
        </w:rPr>
      </w:pPr>
      <w:r>
        <w:rPr>
          <w:i w:val="0"/>
          <w:color w:val="auto"/>
        </w:rPr>
        <w:t>If a field has not been filled out, an error message will appear asking the Advisor to fill in that particular part of the form. For instance, if the semester option isn’t selected, the Advisor will receive a specific error asking them to select a semester.</w:t>
      </w:r>
    </w:p>
    <w:p w:rsidR="00741161" w:rsidRPr="007A0ED4" w:rsidRDefault="00741161" w:rsidP="00E66DB6">
      <w:pPr>
        <w:ind w:left="720"/>
      </w:pPr>
    </w:p>
    <w:sectPr w:rsidR="00741161" w:rsidRPr="007A0ED4">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E75" w:rsidRDefault="008D4E75">
      <w:pPr>
        <w:spacing w:line="240" w:lineRule="auto"/>
      </w:pPr>
      <w:r>
        <w:separator/>
      </w:r>
    </w:p>
  </w:endnote>
  <w:endnote w:type="continuationSeparator" w:id="0">
    <w:p w:rsidR="008D4E75" w:rsidRDefault="008D4E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AE4698">
          <w:pPr>
            <w:jc w:val="center"/>
          </w:pPr>
          <w:r>
            <w:fldChar w:fldCharType="begin"/>
          </w:r>
          <w:r>
            <w:instrText>symbol 211 \f "Symbol" \s 10</w:instrText>
          </w:r>
          <w:r>
            <w:fldChar w:fldCharType="separate"/>
          </w:r>
          <w:r>
            <w:rPr>
              <w:rFonts w:ascii="Symbol" w:hAnsi="Symbol"/>
            </w:rPr>
            <w:t>Ó</w:t>
          </w:r>
          <w:r>
            <w:fldChar w:fldCharType="end"/>
          </w:r>
          <w:r w:rsidR="008D4E75">
            <w:fldChar w:fldCharType="begin"/>
          </w:r>
          <w:r w:rsidR="008D4E75">
            <w:instrText xml:space="preserve"> DOCPROPERTY "Company"  \* MERGEFORMAT </w:instrText>
          </w:r>
          <w:r w:rsidR="008D4E75">
            <w:fldChar w:fldCharType="separate"/>
          </w:r>
          <w:r w:rsidR="00AE4698">
            <w:t>SONAR</w:t>
          </w:r>
          <w:r w:rsidR="008D4E75">
            <w:fldChar w:fldCharType="end"/>
          </w:r>
          <w:r>
            <w:t xml:space="preserve">, </w:t>
          </w:r>
          <w:r>
            <w:fldChar w:fldCharType="begin"/>
          </w:r>
          <w:r>
            <w:instrText xml:space="preserve"> DATE \@ "yyyy" </w:instrText>
          </w:r>
          <w:r>
            <w:fldChar w:fldCharType="separate"/>
          </w:r>
          <w:r w:rsidR="002415DA">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02514F">
            <w:rPr>
              <w:rStyle w:val="PageNumber"/>
              <w:noProof/>
            </w:rPr>
            <w:t>5</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E75" w:rsidRDefault="008D4E75">
      <w:pPr>
        <w:spacing w:line="240" w:lineRule="auto"/>
      </w:pPr>
      <w:r>
        <w:separator/>
      </w:r>
    </w:p>
  </w:footnote>
  <w:footnote w:type="continuationSeparator" w:id="0">
    <w:p w:rsidR="008D4E75" w:rsidRDefault="008D4E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8D4E75" w:rsidP="00976FF3">
          <w:r>
            <w:fldChar w:fldCharType="begin"/>
          </w:r>
          <w:r>
            <w:instrText xml:space="preserve">title  \* Mergeformat </w:instrText>
          </w:r>
          <w:r>
            <w:fldChar w:fldCharType="separate"/>
          </w:r>
          <w:r w:rsidR="00CA0558">
            <w:t xml:space="preserve">Use Case Specification: </w:t>
          </w:r>
          <w:r>
            <w:fldChar w:fldCharType="end"/>
          </w:r>
          <w:r w:rsidR="00976FF3">
            <w:t>Query for Advising</w:t>
          </w:r>
        </w:p>
      </w:tc>
      <w:tc>
        <w:tcPr>
          <w:tcW w:w="3179" w:type="dxa"/>
        </w:tcPr>
        <w:p w:rsidR="0030261C" w:rsidRDefault="004D3A04">
          <w:r>
            <w:t xml:space="preserve"> </w:t>
          </w:r>
          <w:r w:rsidR="00976FF3">
            <w:t xml:space="preserve"> Date:  </w:t>
          </w:r>
          <w:r>
            <w:t>10/Oct/16</w:t>
          </w:r>
        </w:p>
      </w:tc>
    </w:tr>
    <w:tr w:rsidR="0030261C">
      <w:tc>
        <w:tcPr>
          <w:tcW w:w="9558" w:type="dxa"/>
          <w:gridSpan w:val="2"/>
        </w:tcPr>
        <w:p w:rsidR="0030261C" w:rsidRDefault="00976FF3" w:rsidP="0008215B">
          <w:pPr>
            <w:tabs>
              <w:tab w:val="left" w:pos="2090"/>
            </w:tabs>
          </w:pPr>
          <w:r>
            <w:t>UC6</w:t>
          </w:r>
          <w:r w:rsidR="0008215B">
            <w:tab/>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1C6F78"/>
    <w:multiLevelType w:val="hybridMultilevel"/>
    <w:tmpl w:val="F02A392C"/>
    <w:lvl w:ilvl="0" w:tplc="AADE9D4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1"/>
  </w:num>
  <w:num w:numId="12">
    <w:abstractNumId w:val="9"/>
  </w:num>
  <w:num w:numId="13">
    <w:abstractNumId w:val="19"/>
  </w:num>
  <w:num w:numId="14">
    <w:abstractNumId w:val="8"/>
  </w:num>
  <w:num w:numId="15">
    <w:abstractNumId w:val="4"/>
  </w:num>
  <w:num w:numId="16">
    <w:abstractNumId w:val="18"/>
  </w:num>
  <w:num w:numId="17">
    <w:abstractNumId w:val="14"/>
  </w:num>
  <w:num w:numId="18">
    <w:abstractNumId w:val="5"/>
  </w:num>
  <w:num w:numId="19">
    <w:abstractNumId w:val="12"/>
  </w:num>
  <w:num w:numId="20">
    <w:abstractNumId w:val="7"/>
  </w:num>
  <w:num w:numId="21">
    <w:abstractNumId w:val="17"/>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2514F"/>
    <w:rsid w:val="0008215B"/>
    <w:rsid w:val="001456D5"/>
    <w:rsid w:val="001646E2"/>
    <w:rsid w:val="002415DA"/>
    <w:rsid w:val="0030261C"/>
    <w:rsid w:val="0046257E"/>
    <w:rsid w:val="004D3A04"/>
    <w:rsid w:val="006354A7"/>
    <w:rsid w:val="006E4A61"/>
    <w:rsid w:val="00716539"/>
    <w:rsid w:val="00741161"/>
    <w:rsid w:val="007A0ED4"/>
    <w:rsid w:val="008575FE"/>
    <w:rsid w:val="00870578"/>
    <w:rsid w:val="008727F2"/>
    <w:rsid w:val="008D4E75"/>
    <w:rsid w:val="00976FF3"/>
    <w:rsid w:val="00A478B9"/>
    <w:rsid w:val="00AE19B8"/>
    <w:rsid w:val="00AE4698"/>
    <w:rsid w:val="00C631A2"/>
    <w:rsid w:val="00CA0558"/>
    <w:rsid w:val="00CE412B"/>
    <w:rsid w:val="00D526E6"/>
    <w:rsid w:val="00E04026"/>
    <w:rsid w:val="00E233E6"/>
    <w:rsid w:val="00E66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74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5</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2016-10-23T21:31:00Z</dcterms:created>
  <dcterms:modified xsi:type="dcterms:W3CDTF">2016-10-23T21:31:00Z</dcterms:modified>
</cp:coreProperties>
</file>